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60320DFD"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5B01C5">
        <w:rPr>
          <w:b/>
          <w:lang w:val="en-GB"/>
        </w:rPr>
        <w:t xml:space="preserve"> 41-w001-25</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749FE" w14:textId="77777777" w:rsidR="00D70B39" w:rsidRDefault="00D70B39">
      <w:r>
        <w:separator/>
      </w:r>
    </w:p>
  </w:endnote>
  <w:endnote w:type="continuationSeparator" w:id="0">
    <w:p w14:paraId="55DAADC7" w14:textId="77777777" w:rsidR="00D70B39" w:rsidRDefault="00D70B39">
      <w:r>
        <w:continuationSeparator/>
      </w:r>
    </w:p>
  </w:endnote>
  <w:endnote w:type="continuationNotice" w:id="1">
    <w:p w14:paraId="3C03E0D8" w14:textId="77777777" w:rsidR="00D70B39" w:rsidRDefault="00D70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C0F7F5D" w:rsidR="00133D55" w:rsidRDefault="00133D55" w:rsidP="004878F3">
    <w:pPr>
      <w:pStyle w:val="Footer"/>
    </w:pPr>
    <w:r>
      <w:fldChar w:fldCharType="begin"/>
    </w:r>
    <w:r>
      <w:instrText xml:space="preserve"> DATE \@ "yyyy-MM-dd" </w:instrText>
    </w:r>
    <w:r>
      <w:fldChar w:fldCharType="separate"/>
    </w:r>
    <w:r w:rsidR="005B01C5">
      <w:rPr>
        <w:noProof/>
      </w:rPr>
      <w:t>2025-08-14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6947B" w14:textId="77777777" w:rsidR="00D70B39" w:rsidRDefault="00D70B39">
      <w:r>
        <w:separator/>
      </w:r>
    </w:p>
  </w:footnote>
  <w:footnote w:type="continuationSeparator" w:id="0">
    <w:p w14:paraId="5D37FDE5" w14:textId="77777777" w:rsidR="00D70B39" w:rsidRDefault="00D70B39">
      <w:r>
        <w:continuationSeparator/>
      </w:r>
    </w:p>
  </w:footnote>
  <w:footnote w:type="continuationNotice" w:id="1">
    <w:p w14:paraId="4A506F07" w14:textId="77777777" w:rsidR="00D70B39" w:rsidRDefault="00D70B39"/>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01C5"/>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0A22"/>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1284</Words>
  <Characters>7019</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Tieboa Tarekaua</cp:lastModifiedBy>
  <cp:revision>8</cp:revision>
  <cp:lastPrinted>2013-10-18T08:32:00Z</cp:lastPrinted>
  <dcterms:created xsi:type="dcterms:W3CDTF">2020-07-06T13:14:00Z</dcterms:created>
  <dcterms:modified xsi:type="dcterms:W3CDTF">2025-08-14T04:47:00Z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